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826" w:rsidRPr="00DF2FB3" w:rsidRDefault="001F3826">
      <w:pPr>
        <w:wordWrap w:val="0"/>
        <w:overflowPunct w:val="0"/>
        <w:autoSpaceDE w:val="0"/>
        <w:autoSpaceDN w:val="0"/>
        <w:spacing w:after="120"/>
      </w:pPr>
      <w:r w:rsidRPr="00DF2FB3">
        <w:rPr>
          <w:rFonts w:hint="eastAsia"/>
        </w:rPr>
        <w:t>第</w:t>
      </w:r>
      <w:r w:rsidRPr="00DF2FB3">
        <w:t>5</w:t>
      </w:r>
      <w:r w:rsidRPr="00DF2FB3">
        <w:rPr>
          <w:rFonts w:hint="eastAsia"/>
        </w:rPr>
        <w:t>号様式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5"/>
      </w:tblGrid>
      <w:tr w:rsidR="001F3826" w:rsidRPr="00DF2FB3">
        <w:trPr>
          <w:trHeight w:hRule="exact" w:val="12400"/>
        </w:trPr>
        <w:tc>
          <w:tcPr>
            <w:tcW w:w="8505" w:type="dxa"/>
          </w:tcPr>
          <w:p w:rsidR="001F3826" w:rsidRPr="00DF2FB3" w:rsidRDefault="001F3826">
            <w:pPr>
              <w:wordWrap w:val="0"/>
              <w:autoSpaceDE w:val="0"/>
              <w:autoSpaceDN w:val="0"/>
              <w:spacing w:before="1800"/>
              <w:ind w:left="113" w:right="113"/>
              <w:jc w:val="center"/>
            </w:pPr>
            <w:r w:rsidRPr="00DF2FB3">
              <w:rPr>
                <w:rFonts w:hint="eastAsia"/>
                <w:spacing w:val="210"/>
              </w:rPr>
              <w:t>事故報告</w:t>
            </w:r>
            <w:r w:rsidRPr="00DF2FB3">
              <w:rPr>
                <w:rFonts w:hint="eastAsia"/>
              </w:rPr>
              <w:t>書</w:t>
            </w:r>
          </w:p>
          <w:p w:rsidR="001F3826" w:rsidRPr="00DF2FB3" w:rsidRDefault="001F3826">
            <w:pPr>
              <w:wordWrap w:val="0"/>
              <w:autoSpaceDE w:val="0"/>
              <w:autoSpaceDN w:val="0"/>
              <w:spacing w:before="7200"/>
              <w:ind w:left="113" w:right="113"/>
            </w:pPr>
            <w:r w:rsidRPr="00DF2FB3">
              <w:rPr>
                <w:rFonts w:hint="eastAsia"/>
              </w:rPr>
              <w:t xml:space="preserve">　　　　　年　　月　　日</w:t>
            </w:r>
          </w:p>
          <w:p w:rsidR="001F3826" w:rsidRPr="00DF2FB3" w:rsidRDefault="001F3826">
            <w:pPr>
              <w:wordWrap w:val="0"/>
              <w:autoSpaceDE w:val="0"/>
              <w:autoSpaceDN w:val="0"/>
              <w:spacing w:before="360"/>
              <w:ind w:left="113" w:right="113"/>
            </w:pPr>
            <w:r w:rsidRPr="00DF2FB3">
              <w:rPr>
                <w:rFonts w:hint="eastAsia"/>
              </w:rPr>
              <w:t xml:space="preserve">　　　防府市消防団長　　　　様</w:t>
            </w:r>
          </w:p>
          <w:p w:rsidR="001F3826" w:rsidRPr="00DF2FB3" w:rsidRDefault="001F3826">
            <w:pPr>
              <w:wordWrap w:val="0"/>
              <w:autoSpaceDE w:val="0"/>
              <w:autoSpaceDN w:val="0"/>
              <w:spacing w:before="840"/>
              <w:ind w:left="113" w:right="113"/>
              <w:jc w:val="right"/>
            </w:pPr>
            <w:r w:rsidRPr="00DF2FB3">
              <w:rPr>
                <w:rFonts w:hint="eastAsia"/>
              </w:rPr>
              <w:t>分団長</w:t>
            </w:r>
            <w:r w:rsidRPr="00DF2FB3">
              <w:t>(</w:t>
            </w:r>
            <w:r w:rsidRPr="00DF2FB3">
              <w:rPr>
                <w:rFonts w:hint="eastAsia"/>
              </w:rPr>
              <w:t>団本部長</w:t>
            </w:r>
            <w:r w:rsidRPr="00DF2FB3">
              <w:t>)</w:t>
            </w:r>
            <w:r w:rsidRPr="00DF2FB3">
              <w:rPr>
                <w:rFonts w:hint="eastAsia"/>
              </w:rPr>
              <w:t xml:space="preserve">　　　　　　　　</w:t>
            </w:r>
          </w:p>
          <w:p w:rsidR="001F3826" w:rsidRPr="00DF2FB3" w:rsidRDefault="001F3826" w:rsidP="00937216">
            <w:pPr>
              <w:wordWrap w:val="0"/>
              <w:autoSpaceDE w:val="0"/>
              <w:autoSpaceDN w:val="0"/>
              <w:spacing w:before="360"/>
              <w:ind w:left="113" w:right="533"/>
              <w:jc w:val="right"/>
            </w:pPr>
            <w:r w:rsidRPr="00DF2FB3">
              <w:rPr>
                <w:rFonts w:hint="eastAsia"/>
                <w:spacing w:val="105"/>
              </w:rPr>
              <w:t>氏</w:t>
            </w:r>
            <w:r w:rsidRPr="00DF2FB3">
              <w:rPr>
                <w:rFonts w:hint="eastAsia"/>
              </w:rPr>
              <w:t xml:space="preserve">名　　　　　　　　</w:t>
            </w:r>
            <w:r w:rsidR="00CA1E13" w:rsidRPr="00DF2FB3">
              <w:rPr>
                <w:rFonts w:hint="eastAsia"/>
              </w:rPr>
              <w:t xml:space="preserve">　</w:t>
            </w:r>
            <w:r w:rsidRPr="00DF2FB3">
              <w:rPr>
                <w:rFonts w:hint="eastAsia"/>
              </w:rPr>
              <w:t xml:space="preserve">　</w:t>
            </w:r>
            <w:bookmarkStart w:id="0" w:name="_GoBack"/>
            <w:bookmarkEnd w:id="0"/>
            <w:r w:rsidRPr="00DF2FB3">
              <w:rPr>
                <w:rFonts w:hint="eastAsia"/>
              </w:rPr>
              <w:t xml:space="preserve">　</w:t>
            </w:r>
          </w:p>
        </w:tc>
      </w:tr>
    </w:tbl>
    <w:p w:rsidR="001F3826" w:rsidRPr="00DF2FB3" w:rsidRDefault="001F3826">
      <w:pPr>
        <w:wordWrap w:val="0"/>
        <w:overflowPunct w:val="0"/>
        <w:autoSpaceDE w:val="0"/>
        <w:autoSpaceDN w:val="0"/>
      </w:pPr>
    </w:p>
    <w:sectPr w:rsidR="001F3826" w:rsidRPr="00DF2FB3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A88" w:rsidRDefault="00B56A88" w:rsidP="00C76931">
      <w:r>
        <w:separator/>
      </w:r>
    </w:p>
  </w:endnote>
  <w:endnote w:type="continuationSeparator" w:id="0">
    <w:p w:rsidR="00B56A88" w:rsidRDefault="00B56A88" w:rsidP="00C7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A88" w:rsidRDefault="00B56A88" w:rsidP="00C76931">
      <w:r>
        <w:separator/>
      </w:r>
    </w:p>
  </w:footnote>
  <w:footnote w:type="continuationSeparator" w:id="0">
    <w:p w:rsidR="00B56A88" w:rsidRDefault="00B56A88" w:rsidP="00C76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826"/>
    <w:rsid w:val="00126229"/>
    <w:rsid w:val="001966DF"/>
    <w:rsid w:val="001F3826"/>
    <w:rsid w:val="00437DFB"/>
    <w:rsid w:val="005A4FB1"/>
    <w:rsid w:val="00937216"/>
    <w:rsid w:val="009A0703"/>
    <w:rsid w:val="009B0204"/>
    <w:rsid w:val="00B56A88"/>
    <w:rsid w:val="00C60EAA"/>
    <w:rsid w:val="00C76931"/>
    <w:rsid w:val="00CA1E13"/>
    <w:rsid w:val="00DF2FB3"/>
    <w:rsid w:val="00F8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623122"/>
  <w14:defaultImageDpi w14:val="0"/>
  <w15:docId w15:val="{569A497B-7DCF-43F3-9CF2-1B79A0E08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ascii="ＭＳ 明朝" w:hAnsi="Courier New" w:cs="Times New Roman"/>
      <w:sz w:val="20"/>
      <w:szCs w:val="20"/>
    </w:rPr>
  </w:style>
  <w:style w:type="character" w:styleId="a9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4-18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4-18RB-EF.dot</Template>
  <TotalTime>1</TotalTime>
  <Pages>1</Pages>
  <Words>32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真也</dc:creator>
  <cp:keywords/>
  <dc:description/>
  <cp:lastModifiedBy>中村　真也</cp:lastModifiedBy>
  <cp:revision>3</cp:revision>
  <dcterms:created xsi:type="dcterms:W3CDTF">2022-05-17T04:43:00Z</dcterms:created>
  <dcterms:modified xsi:type="dcterms:W3CDTF">2022-05-17T04:49:00Z</dcterms:modified>
</cp:coreProperties>
</file>